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530" w:rsidRDefault="00867530" w:rsidP="00867530">
      <w:pPr>
        <w:rPr>
          <w:rFonts w:ascii="Times New Roman" w:hAnsi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Cs w:val="22"/>
        </w:rPr>
        <w:t xml:space="preserve">Izba Administracji Skarbowej                                </w:t>
      </w:r>
    </w:p>
    <w:p w:rsidR="00867530" w:rsidRDefault="00867530" w:rsidP="0086753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2"/>
        </w:rPr>
        <w:t>w Kielcach</w:t>
      </w:r>
    </w:p>
    <w:p w:rsidR="00A52944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B06E8E">
        <w:rPr>
          <w:rFonts w:ascii="Times New Roman" w:hAnsi="Times New Roman"/>
        </w:rPr>
        <w:t>Znak sprawy:</w:t>
      </w:r>
      <w:r w:rsidR="008D06C2">
        <w:rPr>
          <w:rFonts w:ascii="Times New Roman" w:hAnsi="Times New Roman"/>
        </w:rPr>
        <w:t>2601-ILZ.260.2</w:t>
      </w:r>
      <w:r w:rsidR="00F06710">
        <w:rPr>
          <w:rFonts w:ascii="Times New Roman" w:hAnsi="Times New Roman"/>
        </w:rPr>
        <w:t>.2020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BC684A" w:rsidRDefault="00BC684A" w:rsidP="002346DD">
      <w:pPr>
        <w:jc w:val="both"/>
        <w:rPr>
          <w:rFonts w:ascii="Times New Roman" w:hAnsi="Times New Roman"/>
        </w:rPr>
      </w:pPr>
    </w:p>
    <w:p w:rsidR="00725B50" w:rsidRDefault="00725B50" w:rsidP="002346DD">
      <w:pPr>
        <w:jc w:val="both"/>
        <w:rPr>
          <w:rFonts w:ascii="Times New Roman" w:hAnsi="Times New Roman"/>
        </w:rPr>
      </w:pP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15726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Załącznik nr 3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346DD" w:rsidRPr="00DE484A" w:rsidRDefault="00BC33F0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ROBÓT </w:t>
      </w:r>
    </w:p>
    <w:p w:rsidR="009468E0" w:rsidRPr="008D06C2" w:rsidRDefault="000C05A9" w:rsidP="00E63AFD">
      <w:pPr>
        <w:jc w:val="center"/>
        <w:rPr>
          <w:rFonts w:ascii="Times New Roman" w:hAnsi="Times New Roman"/>
        </w:rPr>
      </w:pPr>
      <w:r w:rsidRPr="008D06C2">
        <w:rPr>
          <w:rFonts w:ascii="Times New Roman" w:hAnsi="Times New Roman"/>
        </w:rPr>
        <w:t>potwierdzających spełnianie warunków udziału w postępowaniu dotyczących zdolności technicznej lub zawodowej.</w:t>
      </w:r>
    </w:p>
    <w:p w:rsidR="000C05A9" w:rsidRPr="008D06C2" w:rsidRDefault="000C05A9" w:rsidP="00A52944">
      <w:pPr>
        <w:jc w:val="both"/>
        <w:rPr>
          <w:rFonts w:ascii="Times New Roman" w:hAnsi="Times New Roman"/>
        </w:rPr>
      </w:pPr>
    </w:p>
    <w:p w:rsidR="005F7963" w:rsidRDefault="00BC33F0" w:rsidP="005F7963">
      <w:pPr>
        <w:spacing w:after="120"/>
        <w:jc w:val="both"/>
        <w:rPr>
          <w:rFonts w:ascii="Times New Roman" w:hAnsi="Times New Roman"/>
          <w:b/>
          <w:iCs/>
          <w:sz w:val="28"/>
          <w:szCs w:val="28"/>
          <w:lang w:eastAsia="pl-PL"/>
        </w:rPr>
      </w:pPr>
      <w:r w:rsidRPr="008D06C2">
        <w:rPr>
          <w:rFonts w:ascii="Times New Roman" w:hAnsi="Times New Roman"/>
        </w:rPr>
        <w:t>Przystępując do postępowania</w:t>
      </w:r>
      <w:r w:rsidR="00A52944" w:rsidRPr="008D06C2">
        <w:rPr>
          <w:rFonts w:ascii="Times New Roman" w:hAnsi="Times New Roman"/>
        </w:rPr>
        <w:t xml:space="preserve"> o udzielenie zamówienia publicznego na </w:t>
      </w:r>
      <w:r w:rsidR="00C4646F" w:rsidRPr="008D06C2">
        <w:rPr>
          <w:rFonts w:ascii="Times New Roman" w:hAnsi="Times New Roman"/>
          <w:b/>
          <w:bCs/>
        </w:rPr>
        <w:t>„</w:t>
      </w:r>
      <w:r w:rsidR="00C4646F" w:rsidRPr="008D06C2">
        <w:rPr>
          <w:rFonts w:ascii="Times New Roman" w:hAnsi="Times New Roman"/>
          <w:lang w:eastAsia="pl-PL"/>
        </w:rPr>
        <w:t>Wykonanie robót budowlanych dla zadania pn.</w:t>
      </w:r>
      <w:r w:rsidR="00C4646F" w:rsidRPr="008D06C2">
        <w:rPr>
          <w:rFonts w:ascii="Times New Roman" w:eastAsia="SimSun" w:hAnsi="Times New Roman"/>
        </w:rPr>
        <w:t xml:space="preserve"> </w:t>
      </w:r>
      <w:r w:rsidR="005F7963" w:rsidRPr="005F7963">
        <w:rPr>
          <w:rFonts w:ascii="Times New Roman" w:hAnsi="Times New Roman"/>
          <w:b/>
          <w:lang w:eastAsia="pl-PL"/>
        </w:rPr>
        <w:t>„Wykonanie sieci komputerowej w budynku Izby Administracji Skarbowej w Kielcach przy ul. Sandomierskiej 105</w:t>
      </w:r>
      <w:r w:rsidR="005F7963" w:rsidRPr="005F7963">
        <w:rPr>
          <w:rFonts w:ascii="Times New Roman" w:hAnsi="Times New Roman"/>
          <w:b/>
          <w:iCs/>
          <w:lang w:eastAsia="pl-PL"/>
        </w:rPr>
        <w:t>”</w:t>
      </w:r>
    </w:p>
    <w:p w:rsidR="00591937" w:rsidRDefault="00767560" w:rsidP="00591937">
      <w:pPr>
        <w:tabs>
          <w:tab w:val="left" w:pos="709"/>
          <w:tab w:val="left" w:pos="851"/>
        </w:tabs>
        <w:jc w:val="both"/>
        <w:rPr>
          <w:rFonts w:ascii="Times New Roman" w:hAnsi="Times New Roman"/>
        </w:rPr>
      </w:pPr>
      <w:r w:rsidRPr="00591937">
        <w:rPr>
          <w:rFonts w:ascii="Times New Roman" w:hAnsi="Times New Roman"/>
        </w:rPr>
        <w:t>oświadczam</w:t>
      </w:r>
      <w:r w:rsidR="00BC33F0" w:rsidRPr="00591937">
        <w:rPr>
          <w:rFonts w:ascii="Times New Roman" w:hAnsi="Times New Roman"/>
        </w:rPr>
        <w:t>/y</w:t>
      </w:r>
      <w:r w:rsidRPr="00591937">
        <w:rPr>
          <w:rFonts w:ascii="Times New Roman" w:hAnsi="Times New Roman"/>
        </w:rPr>
        <w:t xml:space="preserve">, </w:t>
      </w:r>
    </w:p>
    <w:p w:rsidR="00591937" w:rsidRPr="00591937" w:rsidRDefault="00767560" w:rsidP="00591937">
      <w:pPr>
        <w:tabs>
          <w:tab w:val="left" w:pos="709"/>
          <w:tab w:val="left" w:pos="851"/>
        </w:tabs>
        <w:jc w:val="both"/>
        <w:rPr>
          <w:rFonts w:ascii="Times New Roman" w:hAnsi="Times New Roman"/>
        </w:rPr>
      </w:pPr>
      <w:r w:rsidRPr="00591937">
        <w:rPr>
          <w:rFonts w:ascii="Times New Roman" w:hAnsi="Times New Roman"/>
        </w:rPr>
        <w:t xml:space="preserve">że </w:t>
      </w:r>
      <w:r w:rsidR="00B94AE3" w:rsidRPr="00591937">
        <w:rPr>
          <w:rFonts w:ascii="Times New Roman" w:hAnsi="Times New Roman"/>
        </w:rPr>
        <w:t xml:space="preserve">w okresie </w:t>
      </w:r>
      <w:r w:rsidR="00BC33F0" w:rsidRPr="00591937">
        <w:rPr>
          <w:rFonts w:ascii="Times New Roman" w:hAnsi="Times New Roman"/>
        </w:rPr>
        <w:t xml:space="preserve">ostatnich </w:t>
      </w:r>
      <w:r w:rsidR="00B94AE3" w:rsidRPr="00591937">
        <w:rPr>
          <w:rFonts w:ascii="Times New Roman" w:hAnsi="Times New Roman"/>
        </w:rPr>
        <w:t xml:space="preserve">5 lat </w:t>
      </w:r>
      <w:r w:rsidR="00BC33F0" w:rsidRPr="00591937">
        <w:rPr>
          <w:rFonts w:ascii="Times New Roman" w:hAnsi="Times New Roman"/>
        </w:rPr>
        <w:t>przed upływem terminu składania ofert, a jeżeli okres prowadzenia działalności jest krótszy, w tym okresie wykonałem/liśmy następujące roboty spełniające wyma</w:t>
      </w:r>
      <w:r w:rsidR="00B2317A" w:rsidRPr="00591937">
        <w:rPr>
          <w:rFonts w:ascii="Times New Roman" w:hAnsi="Times New Roman"/>
        </w:rPr>
        <w:t>gania Zamawiającego określone w </w:t>
      </w:r>
      <w:r w:rsidR="00BC33F0" w:rsidRPr="00591937">
        <w:rPr>
          <w:rFonts w:ascii="Times New Roman" w:hAnsi="Times New Roman"/>
        </w:rPr>
        <w:t xml:space="preserve">Rozdziale V ust. </w:t>
      </w:r>
      <w:r w:rsidR="00C4646F" w:rsidRPr="00591937">
        <w:rPr>
          <w:rFonts w:ascii="Times New Roman" w:hAnsi="Times New Roman"/>
        </w:rPr>
        <w:t>1 pkt 2 lit. a</w:t>
      </w:r>
      <w:r w:rsidR="00E62062" w:rsidRPr="00591937">
        <w:rPr>
          <w:rFonts w:ascii="Times New Roman" w:hAnsi="Times New Roman"/>
        </w:rPr>
        <w:t xml:space="preserve"> SIWZ</w:t>
      </w:r>
      <w:r w:rsidR="00591937">
        <w:rPr>
          <w:rFonts w:ascii="Times New Roman" w:hAnsi="Times New Roman"/>
        </w:rPr>
        <w:t xml:space="preserve">, tj. </w:t>
      </w:r>
      <w:r w:rsidR="00591937" w:rsidRPr="00591937">
        <w:rPr>
          <w:rFonts w:ascii="Times New Roman" w:hAnsi="Times New Roman"/>
          <w:color w:val="000000"/>
        </w:rPr>
        <w:t xml:space="preserve"> co najmniej </w:t>
      </w:r>
      <w:r w:rsidR="00591937" w:rsidRPr="00591937">
        <w:rPr>
          <w:rFonts w:ascii="Times New Roman" w:hAnsi="Times New Roman"/>
          <w:bCs/>
          <w:lang w:eastAsia="pl-PL"/>
        </w:rPr>
        <w:t xml:space="preserve">3 roboty budowlane, z których każda polegała na budowie lub modernizacji sieci komputerowej, obejmującej wykonanie instalacji okablowania strukturalnego </w:t>
      </w:r>
      <w:r w:rsidR="0081230F">
        <w:rPr>
          <w:rFonts w:ascii="Times New Roman" w:hAnsi="Times New Roman"/>
          <w:bCs/>
          <w:lang w:eastAsia="pl-PL"/>
        </w:rPr>
        <w:t xml:space="preserve">IT </w:t>
      </w:r>
      <w:r w:rsidR="00591937" w:rsidRPr="00591937">
        <w:rPr>
          <w:rFonts w:ascii="Times New Roman" w:hAnsi="Times New Roman"/>
          <w:bCs/>
          <w:lang w:eastAsia="pl-PL"/>
        </w:rPr>
        <w:t xml:space="preserve">wraz z wykonaniem instalacji elektrycznej. </w:t>
      </w:r>
      <w:r w:rsidR="00591937" w:rsidRPr="00591937">
        <w:rPr>
          <w:rFonts w:ascii="Times New Roman" w:hAnsi="Times New Roman"/>
          <w:color w:val="000000"/>
          <w:lang w:eastAsia="pl-PL"/>
        </w:rPr>
        <w:t xml:space="preserve">Każda z wykazanych robót musi spełniać równocześnie następujące warunki: </w:t>
      </w:r>
    </w:p>
    <w:p w:rsidR="00591937" w:rsidRPr="003218F9" w:rsidRDefault="00591937" w:rsidP="00591937">
      <w:pPr>
        <w:pStyle w:val="Akapitzlist"/>
        <w:numPr>
          <w:ilvl w:val="0"/>
          <w:numId w:val="166"/>
        </w:numPr>
        <w:tabs>
          <w:tab w:val="left" w:pos="709"/>
          <w:tab w:val="left" w:pos="851"/>
        </w:tabs>
        <w:ind w:left="567" w:hanging="283"/>
        <w:jc w:val="both"/>
        <w:rPr>
          <w:rFonts w:eastAsia="Times New Roman"/>
          <w:bCs/>
          <w:lang w:eastAsia="pl-PL"/>
        </w:rPr>
      </w:pPr>
      <w:r w:rsidRPr="003218F9">
        <w:rPr>
          <w:color w:val="000000"/>
          <w:lang w:eastAsia="pl-PL"/>
        </w:rPr>
        <w:t>wartość każde</w:t>
      </w:r>
      <w:r w:rsidR="004E160C">
        <w:rPr>
          <w:color w:val="000000"/>
          <w:lang w:eastAsia="pl-PL"/>
        </w:rPr>
        <w:t>j z robót wynosiła co najmniej 1 5</w:t>
      </w:r>
      <w:r w:rsidRPr="003218F9">
        <w:rPr>
          <w:color w:val="000000"/>
          <w:lang w:eastAsia="pl-PL"/>
        </w:rPr>
        <w:t xml:space="preserve">00 000,00 zł brutto, </w:t>
      </w:r>
    </w:p>
    <w:p w:rsidR="00591937" w:rsidRPr="003218F9" w:rsidRDefault="00591937" w:rsidP="00591937">
      <w:pPr>
        <w:pStyle w:val="Akapitzlist"/>
        <w:numPr>
          <w:ilvl w:val="0"/>
          <w:numId w:val="166"/>
        </w:numPr>
        <w:tabs>
          <w:tab w:val="left" w:pos="709"/>
          <w:tab w:val="left" w:pos="851"/>
        </w:tabs>
        <w:ind w:left="567" w:hanging="283"/>
        <w:jc w:val="both"/>
        <w:rPr>
          <w:rFonts w:eastAsia="Times New Roman"/>
          <w:bCs/>
          <w:lang w:eastAsia="pl-PL"/>
        </w:rPr>
      </w:pPr>
      <w:r w:rsidRPr="003218F9">
        <w:rPr>
          <w:color w:val="000000"/>
          <w:lang w:eastAsia="pl-PL"/>
        </w:rPr>
        <w:t xml:space="preserve">roboty zostały wykonane należycie oraz zgodnie z </w:t>
      </w:r>
      <w:r>
        <w:rPr>
          <w:color w:val="000000"/>
          <w:lang w:eastAsia="pl-PL"/>
        </w:rPr>
        <w:t xml:space="preserve">przepisami prawa </w:t>
      </w:r>
      <w:r w:rsidRPr="003218F9">
        <w:rPr>
          <w:color w:val="000000"/>
          <w:lang w:eastAsia="pl-PL"/>
        </w:rPr>
        <w:t xml:space="preserve"> budow</w:t>
      </w:r>
      <w:r>
        <w:rPr>
          <w:color w:val="000000"/>
          <w:lang w:eastAsia="pl-PL"/>
        </w:rPr>
        <w:t>lanego oraz prawidłowo ukończone,</w:t>
      </w:r>
    </w:p>
    <w:p w:rsidR="00E62062" w:rsidRPr="00591937" w:rsidRDefault="00591937" w:rsidP="00591937">
      <w:pPr>
        <w:pStyle w:val="Akapitzlist"/>
        <w:numPr>
          <w:ilvl w:val="0"/>
          <w:numId w:val="166"/>
        </w:numPr>
        <w:tabs>
          <w:tab w:val="left" w:pos="709"/>
          <w:tab w:val="left" w:pos="851"/>
        </w:tabs>
        <w:ind w:left="567" w:hanging="283"/>
        <w:jc w:val="both"/>
        <w:rPr>
          <w:rFonts w:eastAsia="Times New Roman"/>
          <w:bCs/>
          <w:lang w:eastAsia="pl-PL"/>
        </w:rPr>
      </w:pPr>
      <w:r>
        <w:rPr>
          <w:color w:val="000000"/>
          <w:lang w:eastAsia="pl-PL"/>
        </w:rPr>
        <w:t>każda robota budowlana wykonana była w ramach jednej umowy.</w:t>
      </w:r>
    </w:p>
    <w:tbl>
      <w:tblPr>
        <w:tblpPr w:leftFromText="141" w:rightFromText="141" w:vertAnchor="text" w:horzAnchor="margin" w:tblpXSpec="center" w:tblpY="745"/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2790"/>
        <w:gridCol w:w="6298"/>
      </w:tblGrid>
      <w:tr w:rsidR="008D06C2" w:rsidRPr="00AC1C04" w:rsidTr="00993C10">
        <w:trPr>
          <w:trHeight w:val="555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8D06C2" w:rsidRPr="00DD5B3A" w:rsidRDefault="005F7963" w:rsidP="00E620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8D06C2" w:rsidRPr="00D55B0B" w:rsidTr="00E62062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C2" w:rsidRPr="00D55B0B" w:rsidRDefault="008D06C2" w:rsidP="00993C1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6C2" w:rsidRPr="00D55B0B" w:rsidRDefault="008D06C2" w:rsidP="00DD5B3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Zlecający </w:t>
            </w:r>
            <w:r w:rsidR="00372DF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B3A" w:rsidRPr="00D55B0B">
              <w:rPr>
                <w:rFonts w:ascii="Times New Roman" w:hAnsi="Times New Roman"/>
                <w:sz w:val="20"/>
                <w:szCs w:val="20"/>
              </w:rPr>
              <w:t>n</w:t>
            </w:r>
            <w:r w:rsidRPr="00D55B0B">
              <w:rPr>
                <w:rFonts w:ascii="Times New Roman" w:hAnsi="Times New Roman"/>
                <w:sz w:val="20"/>
                <w:szCs w:val="20"/>
              </w:rPr>
              <w:t>azwa i adres podmiotu na rzecz, którego roboty zostały wykonane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D5B3A" w:rsidRPr="00D55B0B" w:rsidTr="00E62062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3A" w:rsidRPr="00D55B0B" w:rsidRDefault="00DD5B3A" w:rsidP="00993C1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B3A" w:rsidRPr="00D55B0B" w:rsidRDefault="00DD5B3A" w:rsidP="005F796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hAnsi="Times New Roman"/>
                <w:b/>
              </w:rPr>
              <w:t xml:space="preserve">Miejsce wykonania robót </w:t>
            </w:r>
            <w:r w:rsidR="005F7963">
              <w:rPr>
                <w:rFonts w:ascii="Times New Roman" w:hAnsi="Times New Roman"/>
                <w:b/>
              </w:rPr>
              <w:t>–</w:t>
            </w:r>
            <w:r w:rsidR="00372DFB">
              <w:rPr>
                <w:rFonts w:ascii="Times New Roman" w:hAnsi="Times New Roman"/>
                <w:b/>
              </w:rPr>
              <w:t xml:space="preserve"> </w:t>
            </w:r>
            <w:r w:rsidR="005F7963">
              <w:rPr>
                <w:rFonts w:ascii="Times New Roman" w:hAnsi="Times New Roman"/>
                <w:sz w:val="20"/>
                <w:szCs w:val="20"/>
              </w:rPr>
              <w:t>nazwa i</w:t>
            </w:r>
            <w:r w:rsidRPr="00D55B0B">
              <w:rPr>
                <w:rFonts w:ascii="Times New Roman" w:hAnsi="Times New Roman"/>
                <w:sz w:val="20"/>
                <w:szCs w:val="20"/>
              </w:rPr>
              <w:t xml:space="preserve"> adres obiektu</w:t>
            </w:r>
            <w:r w:rsidR="00BC593F">
              <w:rPr>
                <w:bCs/>
                <w:lang w:eastAsia="pl-PL"/>
              </w:rPr>
              <w:t xml:space="preserve"> 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B3A" w:rsidRPr="00D55B0B" w:rsidRDefault="00DD5B3A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8D06C2" w:rsidRPr="00D55B0B" w:rsidTr="00E62062">
        <w:trPr>
          <w:trHeight w:val="921"/>
        </w:trPr>
        <w:tc>
          <w:tcPr>
            <w:tcW w:w="5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C2" w:rsidRPr="00D55B0B" w:rsidRDefault="00DD5B3A" w:rsidP="00993C1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6C2" w:rsidRPr="00D55B0B" w:rsidRDefault="008D06C2" w:rsidP="008D06C2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Przedmiot umowy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br/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(opis </w:t>
            </w:r>
            <w:r w:rsidR="00372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wykonanych robót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pozwalający na stwierdzenie spełniania warunku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br/>
              <w:t>w Rozdziale V ust. 1 pkt 2 lit. a SIWZ)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8D06C2" w:rsidRPr="00D55B0B" w:rsidRDefault="008D06C2" w:rsidP="008D06C2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9A70E4">
        <w:trPr>
          <w:trHeight w:val="645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372DF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Default="00372DFB" w:rsidP="00372DF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Wartość brutto umowy</w:t>
            </w:r>
          </w:p>
          <w:p w:rsidR="00372DFB" w:rsidRPr="00372DFB" w:rsidRDefault="00372DFB" w:rsidP="00372DFB">
            <w:pPr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DFB" w:rsidRPr="00D55B0B" w:rsidRDefault="00372DFB" w:rsidP="005F7963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8D06C2" w:rsidRPr="00D55B0B" w:rsidTr="00E62062">
        <w:trPr>
          <w:trHeight w:val="7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C2" w:rsidRPr="00D55B0B" w:rsidRDefault="00DD5B3A" w:rsidP="00993C1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B3A" w:rsidRPr="00D55B0B" w:rsidRDefault="008D06C2" w:rsidP="00DD5B3A">
            <w:pPr>
              <w:rPr>
                <w:rFonts w:ascii="Times New Roman" w:hAnsi="Times New Roman"/>
                <w:sz w:val="16"/>
                <w:szCs w:val="16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Termin wykonania</w:t>
            </w:r>
            <w:r w:rsidR="00DD5B3A"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 </w:t>
            </w:r>
            <w:r w:rsidR="00DD5B3A" w:rsidRPr="00D55B0B">
              <w:rPr>
                <w:rFonts w:ascii="Times New Roman" w:hAnsi="Times New Roman"/>
                <w:sz w:val="20"/>
                <w:szCs w:val="20"/>
              </w:rPr>
              <w:t>(data rozpoczęcia i zakończenia robót</w:t>
            </w:r>
            <w:r w:rsidR="00DD5B3A" w:rsidRPr="00D55B0B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D06C2" w:rsidRPr="00D55B0B" w:rsidRDefault="008D06C2" w:rsidP="00DD5B3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D5B3A" w:rsidTr="00D83E0A">
        <w:trPr>
          <w:trHeight w:val="555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72DFB" w:rsidRPr="00DD5B3A" w:rsidRDefault="005F7963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2</w:t>
            </w:r>
          </w:p>
        </w:tc>
      </w:tr>
      <w:tr w:rsidR="00372DFB" w:rsidRPr="00D55B0B" w:rsidTr="00D83E0A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Zlecający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D55B0B">
              <w:rPr>
                <w:rFonts w:ascii="Times New Roman" w:hAnsi="Times New Roman"/>
                <w:sz w:val="20"/>
                <w:szCs w:val="20"/>
              </w:rPr>
              <w:t>nazwa i adres podmiotu na rzecz, którego roboty zostały wykonane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D83E0A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Pr="00D55B0B" w:rsidRDefault="00372DFB" w:rsidP="005F796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hAnsi="Times New Roman"/>
                <w:b/>
              </w:rPr>
              <w:t xml:space="preserve">Miejsce wykonania robót </w:t>
            </w:r>
            <w:r w:rsidR="005F7963"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5F7963">
              <w:rPr>
                <w:rFonts w:ascii="Times New Roman" w:hAnsi="Times New Roman"/>
                <w:sz w:val="20"/>
                <w:szCs w:val="20"/>
              </w:rPr>
              <w:t>nazwa i adres obiekt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D83E0A">
        <w:trPr>
          <w:trHeight w:val="921"/>
        </w:trPr>
        <w:tc>
          <w:tcPr>
            <w:tcW w:w="5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Przedmiot umowy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br/>
            </w:r>
            <w:r w:rsidR="00D71C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opis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wykonanych robót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pozwalający na stwierdzenie spełniania warunku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br/>
              <w:t>w Rozdziale V ust. 1 pkt 2 lit. a SIWZ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D83E0A">
        <w:trPr>
          <w:trHeight w:val="645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Default="00372DFB" w:rsidP="00D83E0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Wartość brutto umowy</w:t>
            </w:r>
          </w:p>
          <w:p w:rsidR="00372DFB" w:rsidRPr="00372DFB" w:rsidRDefault="00372DFB" w:rsidP="00D83E0A">
            <w:pPr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…………………………….. zł</w:t>
            </w: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D83E0A">
        <w:trPr>
          <w:trHeight w:val="7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DFB" w:rsidRPr="00D55B0B" w:rsidRDefault="00372DFB" w:rsidP="00D83E0A">
            <w:pPr>
              <w:rPr>
                <w:rFonts w:ascii="Times New Roman" w:hAnsi="Times New Roman"/>
                <w:sz w:val="16"/>
                <w:szCs w:val="16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Termin </w:t>
            </w:r>
            <w:r w:rsidR="00D71CE5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realizacji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 </w:t>
            </w:r>
            <w:r w:rsidRPr="004E6329">
              <w:rPr>
                <w:rFonts w:ascii="Times New Roman" w:hAnsi="Times New Roman"/>
                <w:sz w:val="16"/>
                <w:szCs w:val="16"/>
              </w:rPr>
              <w:t>(data rozpoczęcia i zakończenia robót)</w:t>
            </w: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F7963" w:rsidRPr="00DD5B3A" w:rsidTr="0072409D">
        <w:trPr>
          <w:trHeight w:val="555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F7963" w:rsidRPr="00DD5B3A" w:rsidRDefault="005F7963" w:rsidP="0072409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5F7963" w:rsidRPr="00D55B0B" w:rsidTr="0072409D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963" w:rsidRPr="00D55B0B" w:rsidRDefault="005F7963" w:rsidP="0072409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Zlecający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D55B0B">
              <w:rPr>
                <w:rFonts w:ascii="Times New Roman" w:hAnsi="Times New Roman"/>
                <w:sz w:val="20"/>
                <w:szCs w:val="20"/>
              </w:rPr>
              <w:t>nazwa i adres podmiotu na rzecz, którego roboty zostały wykonane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F7963" w:rsidRPr="00D55B0B" w:rsidTr="0072409D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963" w:rsidRPr="00D55B0B" w:rsidRDefault="005F7963" w:rsidP="0072409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3" w:rsidRPr="00D55B0B" w:rsidRDefault="005F7963" w:rsidP="0072409D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hAnsi="Times New Roman"/>
                <w:b/>
              </w:rPr>
              <w:t xml:space="preserve">Miejsce wykonania robót 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nazwa i adres obiekt, 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F7963" w:rsidRPr="00D55B0B" w:rsidTr="0072409D">
        <w:trPr>
          <w:trHeight w:val="921"/>
        </w:trPr>
        <w:tc>
          <w:tcPr>
            <w:tcW w:w="5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963" w:rsidRPr="00D55B0B" w:rsidRDefault="005F7963" w:rsidP="0072409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63" w:rsidRPr="00D55B0B" w:rsidRDefault="005F7963" w:rsidP="0072409D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Przedmiot umowy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opis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wykonanych robót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pozwalający na stwierdzenie spełniania warunku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br/>
              <w:t>w Rozdziale V ust. 1 pkt 2 lit. a SIWZ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F7963" w:rsidRPr="00D55B0B" w:rsidTr="0072409D">
        <w:trPr>
          <w:trHeight w:val="645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963" w:rsidRPr="00D55B0B" w:rsidRDefault="005F7963" w:rsidP="0072409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3" w:rsidRDefault="005F7963" w:rsidP="0072409D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Wartość brutto umowy</w:t>
            </w:r>
          </w:p>
          <w:p w:rsidR="005F7963" w:rsidRPr="00372DFB" w:rsidRDefault="005F7963" w:rsidP="0072409D">
            <w:pPr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963" w:rsidRPr="00D55B0B" w:rsidRDefault="005F7963" w:rsidP="0072409D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…………………………….. zł</w:t>
            </w:r>
          </w:p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F7963" w:rsidRPr="00D55B0B" w:rsidTr="0072409D">
        <w:trPr>
          <w:trHeight w:val="7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963" w:rsidRPr="00D55B0B" w:rsidRDefault="005F7963" w:rsidP="0072409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963" w:rsidRPr="00D55B0B" w:rsidRDefault="005F7963" w:rsidP="0072409D">
            <w:pPr>
              <w:rPr>
                <w:rFonts w:ascii="Times New Roman" w:hAnsi="Times New Roman"/>
                <w:sz w:val="16"/>
                <w:szCs w:val="16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Termin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realizacji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 </w:t>
            </w:r>
            <w:r w:rsidRPr="004E6329">
              <w:rPr>
                <w:rFonts w:ascii="Times New Roman" w:hAnsi="Times New Roman"/>
                <w:sz w:val="16"/>
                <w:szCs w:val="16"/>
              </w:rPr>
              <w:t>(data rozpoczęcia i zakończenia robót)</w:t>
            </w:r>
          </w:p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5F7963" w:rsidRPr="00D55B0B" w:rsidRDefault="005F7963" w:rsidP="0072409D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:rsidR="005F7963" w:rsidRDefault="005F7963" w:rsidP="009468E0">
      <w:pPr>
        <w:tabs>
          <w:tab w:val="left" w:pos="1022"/>
        </w:tabs>
        <w:jc w:val="both"/>
        <w:rPr>
          <w:rFonts w:ascii="Times New Roman" w:hAnsi="Times New Roman"/>
          <w:b/>
        </w:rPr>
      </w:pPr>
    </w:p>
    <w:p w:rsidR="005F7963" w:rsidRDefault="005F7963" w:rsidP="009468E0">
      <w:pPr>
        <w:tabs>
          <w:tab w:val="left" w:pos="1022"/>
        </w:tabs>
        <w:jc w:val="both"/>
        <w:rPr>
          <w:rFonts w:ascii="Times New Roman" w:hAnsi="Times New Roman"/>
          <w:b/>
        </w:rPr>
      </w:pPr>
    </w:p>
    <w:p w:rsidR="000C05A9" w:rsidRPr="006A09B2" w:rsidRDefault="006A09B2" w:rsidP="009468E0">
      <w:pPr>
        <w:tabs>
          <w:tab w:val="left" w:pos="1022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D</w:t>
      </w:r>
      <w:r w:rsidR="000C05A9" w:rsidRPr="00D55B0B">
        <w:rPr>
          <w:rFonts w:ascii="Times New Roman" w:hAnsi="Times New Roman"/>
        </w:rPr>
        <w:t xml:space="preserve">o </w:t>
      </w:r>
      <w:r w:rsidR="00F06710">
        <w:rPr>
          <w:rFonts w:ascii="Times New Roman" w:hAnsi="Times New Roman"/>
        </w:rPr>
        <w:t xml:space="preserve">każdej z wykazanych robót </w:t>
      </w:r>
      <w:r>
        <w:rPr>
          <w:rFonts w:ascii="Times New Roman" w:hAnsi="Times New Roman"/>
        </w:rPr>
        <w:t>załączam</w:t>
      </w:r>
      <w:r w:rsidR="000C05A9" w:rsidRPr="00D55B0B">
        <w:rPr>
          <w:rFonts w:ascii="Times New Roman" w:hAnsi="Times New Roman"/>
        </w:rPr>
        <w:t xml:space="preserve"> d</w:t>
      </w:r>
      <w:r w:rsidR="004E6329">
        <w:rPr>
          <w:rFonts w:ascii="Times New Roman" w:hAnsi="Times New Roman"/>
        </w:rPr>
        <w:t>owody</w:t>
      </w:r>
      <w:r w:rsidR="000C05A9" w:rsidRPr="00D55B0B">
        <w:rPr>
          <w:rFonts w:ascii="Times New Roman" w:hAnsi="Times New Roman"/>
        </w:rPr>
        <w:t xml:space="preserve"> potwierdzające</w:t>
      </w:r>
      <w:r>
        <w:rPr>
          <w:rFonts w:ascii="Times New Roman" w:hAnsi="Times New Roman"/>
        </w:rPr>
        <w:t>, że</w:t>
      </w:r>
      <w:r w:rsidR="000C05A9" w:rsidRPr="00D55B0B">
        <w:rPr>
          <w:rFonts w:ascii="Times New Roman" w:hAnsi="Times New Roman"/>
        </w:rPr>
        <w:t xml:space="preserve"> roboty te zostały wykonane należycie, zgodnie z przepisami prawa budowlanego i prawidłowo ukończone.</w:t>
      </w:r>
    </w:p>
    <w:p w:rsidR="009338E3" w:rsidRPr="00D55B0B" w:rsidRDefault="009338E3" w:rsidP="009468E0">
      <w:pPr>
        <w:tabs>
          <w:tab w:val="left" w:pos="1022"/>
        </w:tabs>
        <w:jc w:val="both"/>
        <w:rPr>
          <w:rFonts w:ascii="Times New Roman" w:hAnsi="Times New Roman"/>
          <w:sz w:val="22"/>
          <w:szCs w:val="22"/>
        </w:rPr>
      </w:pPr>
    </w:p>
    <w:p w:rsidR="004722D2" w:rsidRPr="00D55B0B" w:rsidRDefault="004722D2" w:rsidP="009468E0">
      <w:pPr>
        <w:tabs>
          <w:tab w:val="left" w:pos="1022"/>
        </w:tabs>
        <w:jc w:val="both"/>
        <w:rPr>
          <w:rFonts w:ascii="Times New Roman" w:hAnsi="Times New Roman"/>
          <w:sz w:val="22"/>
          <w:szCs w:val="22"/>
        </w:rPr>
      </w:pPr>
    </w:p>
    <w:p w:rsidR="004722D2" w:rsidRPr="00D55B0B" w:rsidRDefault="004722D2" w:rsidP="009468E0">
      <w:pPr>
        <w:tabs>
          <w:tab w:val="left" w:pos="1022"/>
        </w:tabs>
        <w:jc w:val="both"/>
        <w:rPr>
          <w:rFonts w:ascii="Times New Roman" w:hAnsi="Times New Roman"/>
          <w:sz w:val="22"/>
          <w:szCs w:val="22"/>
        </w:rPr>
      </w:pPr>
    </w:p>
    <w:p w:rsidR="009338E3" w:rsidRPr="00D55B0B" w:rsidRDefault="009338E3" w:rsidP="009468E0">
      <w:pPr>
        <w:tabs>
          <w:tab w:val="left" w:pos="1022"/>
        </w:tabs>
        <w:jc w:val="both"/>
        <w:rPr>
          <w:rFonts w:ascii="Times New Roman" w:hAnsi="Times New Roman"/>
          <w:sz w:val="22"/>
          <w:szCs w:val="22"/>
        </w:rPr>
      </w:pPr>
    </w:p>
    <w:p w:rsidR="009338E3" w:rsidRPr="00D55B0B" w:rsidRDefault="009338E3" w:rsidP="009338E3">
      <w:pPr>
        <w:jc w:val="both"/>
        <w:rPr>
          <w:rFonts w:ascii="Times New Roman" w:hAnsi="Times New Roman"/>
          <w:sz w:val="20"/>
          <w:szCs w:val="20"/>
        </w:rPr>
      </w:pPr>
      <w:r w:rsidRPr="00D55B0B">
        <w:rPr>
          <w:rFonts w:ascii="Times New Roman" w:hAnsi="Times New Roman"/>
          <w:sz w:val="20"/>
          <w:szCs w:val="20"/>
        </w:rPr>
        <w:t>……………………….</w:t>
      </w:r>
      <w:r w:rsidRPr="00D55B0B">
        <w:rPr>
          <w:rFonts w:ascii="Times New Roman" w:hAnsi="Times New Roman"/>
          <w:sz w:val="20"/>
          <w:szCs w:val="20"/>
        </w:rPr>
        <w:tab/>
      </w:r>
      <w:r w:rsidRPr="00D55B0B">
        <w:rPr>
          <w:rFonts w:ascii="Times New Roman" w:hAnsi="Times New Roman"/>
          <w:sz w:val="20"/>
          <w:szCs w:val="20"/>
        </w:rPr>
        <w:tab/>
      </w:r>
      <w:r w:rsidRPr="00D55B0B">
        <w:rPr>
          <w:rFonts w:ascii="Times New Roman" w:hAnsi="Times New Roman"/>
          <w:sz w:val="20"/>
          <w:szCs w:val="20"/>
        </w:rPr>
        <w:tab/>
      </w:r>
      <w:r w:rsidRPr="00D55B0B">
        <w:rPr>
          <w:rFonts w:ascii="Times New Roman" w:hAnsi="Times New Roman"/>
          <w:sz w:val="20"/>
          <w:szCs w:val="20"/>
        </w:rPr>
        <w:tab/>
      </w:r>
      <w:r w:rsidRPr="00D55B0B">
        <w:rPr>
          <w:rFonts w:ascii="Times New Roman" w:hAnsi="Times New Roman"/>
          <w:sz w:val="20"/>
          <w:szCs w:val="20"/>
        </w:rPr>
        <w:tab/>
        <w:t xml:space="preserve">                 ……………………………</w:t>
      </w:r>
    </w:p>
    <w:p w:rsidR="009338E3" w:rsidRDefault="009338E3" w:rsidP="009338E3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9338E3" w:rsidRPr="002806FC" w:rsidRDefault="009338E3" w:rsidP="009338E3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9338E3" w:rsidRPr="00D771EC" w:rsidRDefault="009338E3" w:rsidP="009338E3">
      <w:pPr>
        <w:tabs>
          <w:tab w:val="left" w:pos="1022"/>
        </w:tabs>
        <w:jc w:val="both"/>
        <w:rPr>
          <w:i/>
          <w:sz w:val="18"/>
          <w:szCs w:val="18"/>
        </w:rPr>
      </w:pPr>
    </w:p>
    <w:p w:rsidR="009338E3" w:rsidRPr="00776486" w:rsidRDefault="009338E3" w:rsidP="009338E3">
      <w:pPr>
        <w:rPr>
          <w:rFonts w:ascii="Times New Roman" w:hAnsi="Times New Roman"/>
          <w:sz w:val="18"/>
          <w:szCs w:val="16"/>
        </w:rPr>
      </w:pPr>
      <w:r w:rsidRPr="00776486">
        <w:rPr>
          <w:rFonts w:ascii="Times New Roman" w:hAnsi="Times New Roman"/>
          <w:sz w:val="18"/>
          <w:szCs w:val="16"/>
        </w:rPr>
        <w:t>*podpis/y i pieczątka/i imienna/e osoby/osób uprawnion</w:t>
      </w:r>
      <w:r w:rsidR="00D21B7B">
        <w:rPr>
          <w:rFonts w:ascii="Times New Roman" w:hAnsi="Times New Roman"/>
          <w:sz w:val="18"/>
          <w:szCs w:val="16"/>
        </w:rPr>
        <w:t>ej/</w:t>
      </w:r>
      <w:proofErr w:type="spellStart"/>
      <w:r w:rsidR="00D21B7B">
        <w:rPr>
          <w:rFonts w:ascii="Times New Roman" w:hAnsi="Times New Roman"/>
          <w:sz w:val="18"/>
          <w:szCs w:val="16"/>
        </w:rPr>
        <w:t>ych</w:t>
      </w:r>
      <w:proofErr w:type="spellEnd"/>
      <w:r w:rsidR="00D21B7B">
        <w:rPr>
          <w:rFonts w:ascii="Times New Roman" w:hAnsi="Times New Roman"/>
          <w:sz w:val="18"/>
          <w:szCs w:val="16"/>
        </w:rPr>
        <w:t xml:space="preserve"> do reprezentacji</w:t>
      </w:r>
      <w:r w:rsidRPr="00776486">
        <w:rPr>
          <w:rFonts w:ascii="Times New Roman" w:hAnsi="Times New Roman"/>
          <w:sz w:val="18"/>
          <w:szCs w:val="16"/>
        </w:rPr>
        <w:t xml:space="preserve"> Wykonawcy</w:t>
      </w:r>
    </w:p>
    <w:sectPr w:rsidR="009338E3" w:rsidRPr="00776486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399" w:rsidRDefault="00782399">
      <w:r>
        <w:separator/>
      </w:r>
    </w:p>
  </w:endnote>
  <w:endnote w:type="continuationSeparator" w:id="0">
    <w:p w:rsidR="00782399" w:rsidRDefault="0078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91C2631" wp14:editId="07F2066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C2631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AEBBC9C" wp14:editId="70AF92CC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EBBC9C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A9F8C21" wp14:editId="75CF96BE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9F8C21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37D6DF2D" wp14:editId="493C8768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F4B90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399" w:rsidRDefault="00782399">
      <w:r>
        <w:separator/>
      </w:r>
    </w:p>
  </w:footnote>
  <w:footnote w:type="continuationSeparator" w:id="0">
    <w:p w:rsidR="00782399" w:rsidRDefault="00782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85363C" w:rsidRDefault="00867530" w:rsidP="003C70B5">
    <w:pPr>
      <w:tabs>
        <w:tab w:val="left" w:pos="6480"/>
      </w:tabs>
      <w:textboxTightWrap w:val="allLines"/>
    </w:pPr>
    <w:r>
      <w:rPr>
        <w:noProof/>
        <w:lang w:eastAsia="pl-PL"/>
      </w:rPr>
      <w:drawing>
        <wp:inline distT="0" distB="0" distL="0" distR="0" wp14:anchorId="3E4EC9CA" wp14:editId="6FA0312F">
          <wp:extent cx="1014730" cy="551815"/>
          <wp:effectExtent l="0" t="0" r="0" b="635"/>
          <wp:docPr id="4" name="Obraz 1" descr="KAS-pion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KAS-pion-kolo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730" cy="55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04763FE"/>
    <w:multiLevelType w:val="hybridMultilevel"/>
    <w:tmpl w:val="AB6E4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958AE"/>
    <w:multiLevelType w:val="hybridMultilevel"/>
    <w:tmpl w:val="460CC75A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38D5AF6"/>
    <w:multiLevelType w:val="hybridMultilevel"/>
    <w:tmpl w:val="CC1A7E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431406"/>
    <w:multiLevelType w:val="hybridMultilevel"/>
    <w:tmpl w:val="AB1252BA"/>
    <w:lvl w:ilvl="0" w:tplc="2188D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7DE067C"/>
    <w:multiLevelType w:val="hybridMultilevel"/>
    <w:tmpl w:val="9DB83F40"/>
    <w:lvl w:ilvl="0" w:tplc="04150017">
      <w:start w:val="1"/>
      <w:numFmt w:val="lowerLetter"/>
      <w:lvlText w:val="%1)"/>
      <w:lvlJc w:val="left"/>
      <w:pPr>
        <w:ind w:left="1331" w:hanging="360"/>
      </w:pPr>
    </w:lvl>
    <w:lvl w:ilvl="1" w:tplc="04150019" w:tentative="1">
      <w:start w:val="1"/>
      <w:numFmt w:val="lowerLetter"/>
      <w:lvlText w:val="%2."/>
      <w:lvlJc w:val="left"/>
      <w:pPr>
        <w:ind w:left="2051" w:hanging="360"/>
      </w:pPr>
    </w:lvl>
    <w:lvl w:ilvl="2" w:tplc="0415001B" w:tentative="1">
      <w:start w:val="1"/>
      <w:numFmt w:val="lowerRoman"/>
      <w:lvlText w:val="%3."/>
      <w:lvlJc w:val="right"/>
      <w:pPr>
        <w:ind w:left="2771" w:hanging="180"/>
      </w:pPr>
    </w:lvl>
    <w:lvl w:ilvl="3" w:tplc="0415000F" w:tentative="1">
      <w:start w:val="1"/>
      <w:numFmt w:val="decimal"/>
      <w:lvlText w:val="%4."/>
      <w:lvlJc w:val="left"/>
      <w:pPr>
        <w:ind w:left="3491" w:hanging="360"/>
      </w:pPr>
    </w:lvl>
    <w:lvl w:ilvl="4" w:tplc="04150019" w:tentative="1">
      <w:start w:val="1"/>
      <w:numFmt w:val="lowerLetter"/>
      <w:lvlText w:val="%5."/>
      <w:lvlJc w:val="left"/>
      <w:pPr>
        <w:ind w:left="4211" w:hanging="360"/>
      </w:pPr>
    </w:lvl>
    <w:lvl w:ilvl="5" w:tplc="0415001B" w:tentative="1">
      <w:start w:val="1"/>
      <w:numFmt w:val="lowerRoman"/>
      <w:lvlText w:val="%6."/>
      <w:lvlJc w:val="right"/>
      <w:pPr>
        <w:ind w:left="4931" w:hanging="180"/>
      </w:pPr>
    </w:lvl>
    <w:lvl w:ilvl="6" w:tplc="0415000F" w:tentative="1">
      <w:start w:val="1"/>
      <w:numFmt w:val="decimal"/>
      <w:lvlText w:val="%7."/>
      <w:lvlJc w:val="left"/>
      <w:pPr>
        <w:ind w:left="5651" w:hanging="360"/>
      </w:pPr>
    </w:lvl>
    <w:lvl w:ilvl="7" w:tplc="04150019" w:tentative="1">
      <w:start w:val="1"/>
      <w:numFmt w:val="lowerLetter"/>
      <w:lvlText w:val="%8."/>
      <w:lvlJc w:val="left"/>
      <w:pPr>
        <w:ind w:left="6371" w:hanging="360"/>
      </w:pPr>
    </w:lvl>
    <w:lvl w:ilvl="8" w:tplc="0415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1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" w15:restartNumberingAfterBreak="0">
    <w:nsid w:val="0BC23888"/>
    <w:multiLevelType w:val="hybridMultilevel"/>
    <w:tmpl w:val="DF70655A"/>
    <w:lvl w:ilvl="0" w:tplc="935A5030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5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BFC0581"/>
    <w:multiLevelType w:val="hybridMultilevel"/>
    <w:tmpl w:val="87EE294C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8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9" w15:restartNumberingAfterBreak="0">
    <w:nsid w:val="0DAD5796"/>
    <w:multiLevelType w:val="hybridMultilevel"/>
    <w:tmpl w:val="E3688D7C"/>
    <w:lvl w:ilvl="0" w:tplc="D4009D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C4BA02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71A405A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AEC6834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3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12393F11"/>
    <w:multiLevelType w:val="multilevel"/>
    <w:tmpl w:val="8E1AF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8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9" w15:restartNumberingAfterBreak="0">
    <w:nsid w:val="141C39F9"/>
    <w:multiLevelType w:val="hybridMultilevel"/>
    <w:tmpl w:val="199CC052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1AD22368"/>
    <w:multiLevelType w:val="hybridMultilevel"/>
    <w:tmpl w:val="E6D8A750"/>
    <w:lvl w:ilvl="0" w:tplc="2188D46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1BBD61FE"/>
    <w:multiLevelType w:val="hybridMultilevel"/>
    <w:tmpl w:val="4E1CEF76"/>
    <w:lvl w:ilvl="0" w:tplc="D1CE6E7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D57CCB"/>
    <w:multiLevelType w:val="hybridMultilevel"/>
    <w:tmpl w:val="758E5AF4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A84BB6C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2" w:tplc="F1145576">
      <w:start w:val="1"/>
      <w:numFmt w:val="decimal"/>
      <w:lvlText w:val="%3."/>
      <w:lvlJc w:val="left"/>
      <w:pPr>
        <w:tabs>
          <w:tab w:val="num" w:pos="4320"/>
        </w:tabs>
        <w:ind w:left="43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9" w15:restartNumberingAfterBreak="0">
    <w:nsid w:val="1C732DC6"/>
    <w:multiLevelType w:val="hybridMultilevel"/>
    <w:tmpl w:val="6FBACD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1C8F568A"/>
    <w:multiLevelType w:val="hybridMultilevel"/>
    <w:tmpl w:val="C32627BA"/>
    <w:lvl w:ilvl="0" w:tplc="0A84BB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43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5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7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50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380212B"/>
    <w:multiLevelType w:val="hybridMultilevel"/>
    <w:tmpl w:val="722A1D86"/>
    <w:lvl w:ilvl="0" w:tplc="210C301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5" w15:restartNumberingAfterBreak="0">
    <w:nsid w:val="26095C6D"/>
    <w:multiLevelType w:val="hybridMultilevel"/>
    <w:tmpl w:val="7A12605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6" w15:restartNumberingAfterBreak="0">
    <w:nsid w:val="27BA50E8"/>
    <w:multiLevelType w:val="hybridMultilevel"/>
    <w:tmpl w:val="0AD4DC76"/>
    <w:lvl w:ilvl="0" w:tplc="0A84BB6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8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28613CF9"/>
    <w:multiLevelType w:val="hybridMultilevel"/>
    <w:tmpl w:val="14FA2F44"/>
    <w:lvl w:ilvl="0" w:tplc="2188D4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71A405A">
      <w:start w:val="1"/>
      <w:numFmt w:val="decimal"/>
      <w:lvlText w:val="%3)"/>
      <w:lvlJc w:val="left"/>
      <w:pPr>
        <w:ind w:left="928" w:hanging="360"/>
      </w:pPr>
      <w:rPr>
        <w:rFonts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2D6B24BE"/>
    <w:multiLevelType w:val="hybridMultilevel"/>
    <w:tmpl w:val="158039BA"/>
    <w:lvl w:ilvl="0" w:tplc="B4AEE49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4" w15:restartNumberingAfterBreak="0">
    <w:nsid w:val="2D8D25B5"/>
    <w:multiLevelType w:val="hybridMultilevel"/>
    <w:tmpl w:val="5172096A"/>
    <w:lvl w:ilvl="0" w:tplc="22FC83A2">
      <w:start w:val="1"/>
      <w:numFmt w:val="lowerLetter"/>
      <w:lvlText w:val="%1)"/>
      <w:lvlJc w:val="left"/>
      <w:pPr>
        <w:ind w:left="284" w:hanging="284"/>
      </w:pPr>
      <w:rPr>
        <w:rFonts w:ascii="Arial Narrow" w:eastAsia="Times New Roman" w:hAnsi="Arial Narrow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6" w15:restartNumberingAfterBreak="0">
    <w:nsid w:val="2EEB25BC"/>
    <w:multiLevelType w:val="hybridMultilevel"/>
    <w:tmpl w:val="CA0E23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8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31036EAB"/>
    <w:multiLevelType w:val="hybridMultilevel"/>
    <w:tmpl w:val="206C319C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322903A8"/>
    <w:multiLevelType w:val="hybridMultilevel"/>
    <w:tmpl w:val="CCDE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2AD64FB"/>
    <w:multiLevelType w:val="hybridMultilevel"/>
    <w:tmpl w:val="683C43A2"/>
    <w:lvl w:ilvl="0" w:tplc="2188D4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188D466">
      <w:start w:val="1"/>
      <w:numFmt w:val="bullet"/>
      <w:lvlText w:val=""/>
      <w:lvlJc w:val="left"/>
      <w:pPr>
        <w:ind w:left="258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 w15:restartNumberingAfterBreak="0">
    <w:nsid w:val="32D97100"/>
    <w:multiLevelType w:val="hybridMultilevel"/>
    <w:tmpl w:val="B240B3C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5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6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7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35DC6CDB"/>
    <w:multiLevelType w:val="hybridMultilevel"/>
    <w:tmpl w:val="2480C2D6"/>
    <w:lvl w:ilvl="0" w:tplc="485C5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2" w:tplc="55840E64">
      <w:start w:val="2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5DE4604"/>
    <w:multiLevelType w:val="hybridMultilevel"/>
    <w:tmpl w:val="AD646EE0"/>
    <w:lvl w:ilvl="0" w:tplc="2188D4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387466E4"/>
    <w:multiLevelType w:val="hybridMultilevel"/>
    <w:tmpl w:val="4EA2103C"/>
    <w:lvl w:ilvl="0" w:tplc="36E8BF5C">
      <w:start w:val="1"/>
      <w:numFmt w:val="decimal"/>
      <w:lvlText w:val="%1."/>
      <w:lvlJc w:val="left"/>
      <w:pPr>
        <w:ind w:left="78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1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3AD23A9A"/>
    <w:multiLevelType w:val="hybridMultilevel"/>
    <w:tmpl w:val="3066363E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B7836D4"/>
    <w:multiLevelType w:val="hybridMultilevel"/>
    <w:tmpl w:val="0254A48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3D3852D2"/>
    <w:multiLevelType w:val="hybridMultilevel"/>
    <w:tmpl w:val="0E6C9E1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8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9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91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2" w15:restartNumberingAfterBreak="0">
    <w:nsid w:val="44826887"/>
    <w:multiLevelType w:val="hybridMultilevel"/>
    <w:tmpl w:val="3AB821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0B3C82"/>
    <w:multiLevelType w:val="hybridMultilevel"/>
    <w:tmpl w:val="CBDA0C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0495D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4" w15:restartNumberingAfterBreak="0">
    <w:nsid w:val="471B1C07"/>
    <w:multiLevelType w:val="hybridMultilevel"/>
    <w:tmpl w:val="EDDEFB0C"/>
    <w:lvl w:ilvl="0" w:tplc="B8482C4C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9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9" w15:restartNumberingAfterBreak="0">
    <w:nsid w:val="4A60182E"/>
    <w:multiLevelType w:val="hybridMultilevel"/>
    <w:tmpl w:val="B73036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1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4" w15:restartNumberingAfterBreak="0">
    <w:nsid w:val="4F180A6B"/>
    <w:multiLevelType w:val="hybridMultilevel"/>
    <w:tmpl w:val="E5EC0A80"/>
    <w:lvl w:ilvl="0" w:tplc="3AD6AF3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6" w15:restartNumberingAfterBreak="0">
    <w:nsid w:val="51480BC1"/>
    <w:multiLevelType w:val="hybridMultilevel"/>
    <w:tmpl w:val="526EC48C"/>
    <w:lvl w:ilvl="0" w:tplc="B4AEE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51DC3591"/>
    <w:multiLevelType w:val="hybridMultilevel"/>
    <w:tmpl w:val="6AC43ED4"/>
    <w:lvl w:ilvl="0" w:tplc="F71A40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9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53536951"/>
    <w:multiLevelType w:val="hybridMultilevel"/>
    <w:tmpl w:val="2FF2A4A6"/>
    <w:lvl w:ilvl="0" w:tplc="2188D4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112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13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4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5" w15:restartNumberingAfterBreak="0">
    <w:nsid w:val="565376CF"/>
    <w:multiLevelType w:val="hybridMultilevel"/>
    <w:tmpl w:val="6052C9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117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58587F37"/>
    <w:multiLevelType w:val="hybridMultilevel"/>
    <w:tmpl w:val="E836DCCE"/>
    <w:lvl w:ilvl="0" w:tplc="04150011">
      <w:start w:val="1"/>
      <w:numFmt w:val="decimal"/>
      <w:lvlText w:val="%1)"/>
      <w:lvlJc w:val="left"/>
      <w:pPr>
        <w:ind w:left="1057" w:hanging="360"/>
      </w:p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1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22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5A69483B"/>
    <w:multiLevelType w:val="hybridMultilevel"/>
    <w:tmpl w:val="16F4E1A4"/>
    <w:lvl w:ilvl="0" w:tplc="1068A9EA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5CAD2266"/>
    <w:multiLevelType w:val="hybridMultilevel"/>
    <w:tmpl w:val="EF08B0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8C4D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26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7" w15:restartNumberingAfterBreak="0">
    <w:nsid w:val="5E702F80"/>
    <w:multiLevelType w:val="multilevel"/>
    <w:tmpl w:val="6ADAC05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)"/>
      <w:lvlJc w:val="left"/>
      <w:pPr>
        <w:ind w:left="1000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28" w15:restartNumberingAfterBreak="0">
    <w:nsid w:val="5F116058"/>
    <w:multiLevelType w:val="hybridMultilevel"/>
    <w:tmpl w:val="DB12023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9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0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31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2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3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34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5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 w15:restartNumberingAfterBreak="0">
    <w:nsid w:val="66870419"/>
    <w:multiLevelType w:val="hybridMultilevel"/>
    <w:tmpl w:val="C7A2486A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7" w15:restartNumberingAfterBreak="0">
    <w:nsid w:val="66CA21BC"/>
    <w:multiLevelType w:val="hybridMultilevel"/>
    <w:tmpl w:val="1DAE22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8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9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0" w15:restartNumberingAfterBreak="0">
    <w:nsid w:val="67D476E7"/>
    <w:multiLevelType w:val="hybridMultilevel"/>
    <w:tmpl w:val="A6EA09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684B6038"/>
    <w:multiLevelType w:val="hybridMultilevel"/>
    <w:tmpl w:val="46CC910E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A84BB6C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2" w:tplc="F1145576">
      <w:start w:val="1"/>
      <w:numFmt w:val="decimal"/>
      <w:lvlText w:val="%3."/>
      <w:lvlJc w:val="left"/>
      <w:pPr>
        <w:tabs>
          <w:tab w:val="num" w:pos="4320"/>
        </w:tabs>
        <w:ind w:left="43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3" w15:restartNumberingAfterBreak="0">
    <w:nsid w:val="68C17829"/>
    <w:multiLevelType w:val="hybridMultilevel"/>
    <w:tmpl w:val="F6FA9452"/>
    <w:lvl w:ilvl="0" w:tplc="785A8C42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45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6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7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48" w15:restartNumberingAfterBreak="0">
    <w:nsid w:val="6DF05976"/>
    <w:multiLevelType w:val="hybridMultilevel"/>
    <w:tmpl w:val="A1AE11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50" w15:restartNumberingAfterBreak="0">
    <w:nsid w:val="6E82326B"/>
    <w:multiLevelType w:val="hybridMultilevel"/>
    <w:tmpl w:val="631A4648"/>
    <w:lvl w:ilvl="0" w:tplc="F114557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1" w15:restartNumberingAfterBreak="0">
    <w:nsid w:val="6EB271DE"/>
    <w:multiLevelType w:val="multilevel"/>
    <w:tmpl w:val="97564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2" w15:restartNumberingAfterBreak="0">
    <w:nsid w:val="6FF84489"/>
    <w:multiLevelType w:val="hybridMultilevel"/>
    <w:tmpl w:val="EEF0379C"/>
    <w:lvl w:ilvl="0" w:tplc="2188D4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3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54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55" w15:restartNumberingAfterBreak="0">
    <w:nsid w:val="733C163C"/>
    <w:multiLevelType w:val="hybridMultilevel"/>
    <w:tmpl w:val="6E682B56"/>
    <w:lvl w:ilvl="0" w:tplc="D4009D2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6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57" w15:restartNumberingAfterBreak="0">
    <w:nsid w:val="75A163E2"/>
    <w:multiLevelType w:val="multilevel"/>
    <w:tmpl w:val="54AE0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000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8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59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0" w15:restartNumberingAfterBreak="0">
    <w:nsid w:val="799803D5"/>
    <w:multiLevelType w:val="hybridMultilevel"/>
    <w:tmpl w:val="5E72AD9A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1" w15:restartNumberingAfterBreak="0">
    <w:nsid w:val="7A415DCF"/>
    <w:multiLevelType w:val="hybridMultilevel"/>
    <w:tmpl w:val="1FB002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2" w15:restartNumberingAfterBreak="0">
    <w:nsid w:val="7AB66383"/>
    <w:multiLevelType w:val="hybridMultilevel"/>
    <w:tmpl w:val="287EB828"/>
    <w:lvl w:ilvl="0" w:tplc="8B360F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4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5" w15:restartNumberingAfterBreak="0">
    <w:nsid w:val="7B315FDD"/>
    <w:multiLevelType w:val="hybridMultilevel"/>
    <w:tmpl w:val="C2142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7" w15:restartNumberingAfterBreak="0">
    <w:nsid w:val="7F1A6F41"/>
    <w:multiLevelType w:val="hybridMultilevel"/>
    <w:tmpl w:val="5C021B9A"/>
    <w:lvl w:ilvl="0" w:tplc="0A84BB6C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53"/>
  </w:num>
  <w:num w:numId="2">
    <w:abstractNumId w:val="102"/>
  </w:num>
  <w:num w:numId="3">
    <w:abstractNumId w:val="43"/>
  </w:num>
  <w:num w:numId="4">
    <w:abstractNumId w:val="23"/>
  </w:num>
  <w:num w:numId="5">
    <w:abstractNumId w:val="139"/>
  </w:num>
  <w:num w:numId="6">
    <w:abstractNumId w:val="35"/>
  </w:num>
  <w:num w:numId="7">
    <w:abstractNumId w:val="101"/>
  </w:num>
  <w:num w:numId="8">
    <w:abstractNumId w:val="146"/>
  </w:num>
  <w:num w:numId="9">
    <w:abstractNumId w:val="89"/>
  </w:num>
  <w:num w:numId="10">
    <w:abstractNumId w:val="125"/>
  </w:num>
  <w:num w:numId="11">
    <w:abstractNumId w:val="30"/>
  </w:num>
  <w:num w:numId="12">
    <w:abstractNumId w:val="83"/>
  </w:num>
  <w:num w:numId="13">
    <w:abstractNumId w:val="60"/>
  </w:num>
  <w:num w:numId="14">
    <w:abstractNumId w:val="12"/>
  </w:num>
  <w:num w:numId="15">
    <w:abstractNumId w:val="133"/>
  </w:num>
  <w:num w:numId="16">
    <w:abstractNumId w:val="154"/>
  </w:num>
  <w:num w:numId="17">
    <w:abstractNumId w:val="88"/>
  </w:num>
  <w:num w:numId="18">
    <w:abstractNumId w:val="44"/>
  </w:num>
  <w:num w:numId="19">
    <w:abstractNumId w:val="70"/>
  </w:num>
  <w:num w:numId="20">
    <w:abstractNumId w:val="51"/>
  </w:num>
  <w:num w:numId="21">
    <w:abstractNumId w:val="85"/>
  </w:num>
  <w:num w:numId="22">
    <w:abstractNumId w:val="156"/>
  </w:num>
  <w:num w:numId="23">
    <w:abstractNumId w:val="97"/>
  </w:num>
  <w:num w:numId="24">
    <w:abstractNumId w:val="141"/>
  </w:num>
  <w:num w:numId="25">
    <w:abstractNumId w:val="144"/>
  </w:num>
  <w:num w:numId="26">
    <w:abstractNumId w:val="25"/>
  </w:num>
  <w:num w:numId="27">
    <w:abstractNumId w:val="114"/>
  </w:num>
  <w:num w:numId="28">
    <w:abstractNumId w:val="121"/>
  </w:num>
  <w:num w:numId="29">
    <w:abstractNumId w:val="5"/>
  </w:num>
  <w:num w:numId="30">
    <w:abstractNumId w:val="95"/>
  </w:num>
  <w:num w:numId="31">
    <w:abstractNumId w:val="96"/>
  </w:num>
  <w:num w:numId="32">
    <w:abstractNumId w:val="65"/>
  </w:num>
  <w:num w:numId="33">
    <w:abstractNumId w:val="50"/>
  </w:num>
  <w:num w:numId="34">
    <w:abstractNumId w:val="126"/>
  </w:num>
  <w:num w:numId="35">
    <w:abstractNumId w:val="0"/>
  </w:num>
  <w:num w:numId="36">
    <w:abstractNumId w:val="77"/>
  </w:num>
  <w:num w:numId="37">
    <w:abstractNumId w:val="4"/>
  </w:num>
  <w:num w:numId="38">
    <w:abstractNumId w:val="122"/>
  </w:num>
  <w:num w:numId="39">
    <w:abstractNumId w:val="164"/>
  </w:num>
  <w:num w:numId="40">
    <w:abstractNumId w:val="111"/>
  </w:num>
  <w:num w:numId="41">
    <w:abstractNumId w:val="41"/>
  </w:num>
  <w:num w:numId="42">
    <w:abstractNumId w:val="100"/>
  </w:num>
  <w:num w:numId="43">
    <w:abstractNumId w:val="149"/>
  </w:num>
  <w:num w:numId="44">
    <w:abstractNumId w:val="11"/>
  </w:num>
  <w:num w:numId="45">
    <w:abstractNumId w:val="9"/>
  </w:num>
  <w:num w:numId="46">
    <w:abstractNumId w:val="90"/>
  </w:num>
  <w:num w:numId="47">
    <w:abstractNumId w:val="21"/>
  </w:num>
  <w:num w:numId="48">
    <w:abstractNumId w:val="91"/>
  </w:num>
  <w:num w:numId="49">
    <w:abstractNumId w:val="42"/>
  </w:num>
  <w:num w:numId="50">
    <w:abstractNumId w:val="147"/>
  </w:num>
  <w:num w:numId="51">
    <w:abstractNumId w:val="116"/>
  </w:num>
  <w:num w:numId="52">
    <w:abstractNumId w:val="118"/>
  </w:num>
  <w:num w:numId="53">
    <w:abstractNumId w:val="158"/>
  </w:num>
  <w:num w:numId="54">
    <w:abstractNumId w:val="105"/>
  </w:num>
  <w:num w:numId="55">
    <w:abstractNumId w:val="15"/>
  </w:num>
  <w:num w:numId="56">
    <w:abstractNumId w:val="27"/>
  </w:num>
  <w:num w:numId="57">
    <w:abstractNumId w:val="46"/>
  </w:num>
  <w:num w:numId="58">
    <w:abstractNumId w:val="32"/>
  </w:num>
  <w:num w:numId="59">
    <w:abstractNumId w:val="163"/>
  </w:num>
  <w:num w:numId="60">
    <w:abstractNumId w:val="3"/>
  </w:num>
  <w:num w:numId="61">
    <w:abstractNumId w:val="112"/>
  </w:num>
  <w:num w:numId="62">
    <w:abstractNumId w:val="48"/>
  </w:num>
  <w:num w:numId="63">
    <w:abstractNumId w:val="145"/>
  </w:num>
  <w:num w:numId="64">
    <w:abstractNumId w:val="159"/>
  </w:num>
  <w:num w:numId="65">
    <w:abstractNumId w:val="22"/>
  </w:num>
  <w:num w:numId="66">
    <w:abstractNumId w:val="45"/>
  </w:num>
  <w:num w:numId="67">
    <w:abstractNumId w:val="52"/>
  </w:num>
  <w:num w:numId="68">
    <w:abstractNumId w:val="54"/>
  </w:num>
  <w:num w:numId="69">
    <w:abstractNumId w:val="18"/>
  </w:num>
  <w:num w:numId="70">
    <w:abstractNumId w:val="138"/>
  </w:num>
  <w:num w:numId="71">
    <w:abstractNumId w:val="47"/>
  </w:num>
  <w:num w:numId="72">
    <w:abstractNumId w:val="132"/>
  </w:num>
  <w:num w:numId="73">
    <w:abstractNumId w:val="81"/>
  </w:num>
  <w:num w:numId="74">
    <w:abstractNumId w:val="130"/>
  </w:num>
  <w:num w:numId="75">
    <w:abstractNumId w:val="119"/>
  </w:num>
  <w:num w:numId="76">
    <w:abstractNumId w:val="14"/>
  </w:num>
  <w:num w:numId="77">
    <w:abstractNumId w:val="34"/>
  </w:num>
  <w:num w:numId="78">
    <w:abstractNumId w:val="61"/>
  </w:num>
  <w:num w:numId="79">
    <w:abstractNumId w:val="131"/>
  </w:num>
  <w:num w:numId="80">
    <w:abstractNumId w:val="107"/>
  </w:num>
  <w:num w:numId="81">
    <w:abstractNumId w:val="72"/>
  </w:num>
  <w:num w:numId="82">
    <w:abstractNumId w:val="166"/>
  </w:num>
  <w:num w:numId="83">
    <w:abstractNumId w:val="28"/>
  </w:num>
  <w:num w:numId="84">
    <w:abstractNumId w:val="8"/>
  </w:num>
  <w:num w:numId="85">
    <w:abstractNumId w:val="76"/>
  </w:num>
  <w:num w:numId="86">
    <w:abstractNumId w:val="98"/>
  </w:num>
  <w:num w:numId="87">
    <w:abstractNumId w:val="20"/>
  </w:num>
  <w:num w:numId="88">
    <w:abstractNumId w:val="58"/>
  </w:num>
  <w:num w:numId="89">
    <w:abstractNumId w:val="31"/>
  </w:num>
  <w:num w:numId="90">
    <w:abstractNumId w:val="49"/>
  </w:num>
  <w:num w:numId="91">
    <w:abstractNumId w:val="103"/>
  </w:num>
  <w:num w:numId="92">
    <w:abstractNumId w:val="17"/>
  </w:num>
  <w:num w:numId="93">
    <w:abstractNumId w:val="68"/>
  </w:num>
  <w:num w:numId="94">
    <w:abstractNumId w:val="87"/>
  </w:num>
  <w:num w:numId="95">
    <w:abstractNumId w:val="67"/>
  </w:num>
  <w:num w:numId="96">
    <w:abstractNumId w:val="134"/>
  </w:num>
  <w:num w:numId="97">
    <w:abstractNumId w:val="57"/>
  </w:num>
  <w:num w:numId="98">
    <w:abstractNumId w:val="135"/>
  </w:num>
  <w:num w:numId="99">
    <w:abstractNumId w:val="117"/>
  </w:num>
  <w:num w:numId="100">
    <w:abstractNumId w:val="109"/>
  </w:num>
  <w:num w:numId="101">
    <w:abstractNumId w:val="19"/>
  </w:num>
  <w:num w:numId="102">
    <w:abstractNumId w:val="33"/>
  </w:num>
  <w:num w:numId="103">
    <w:abstractNumId w:val="150"/>
  </w:num>
  <w:num w:numId="104">
    <w:abstractNumId w:val="123"/>
  </w:num>
  <w:num w:numId="105">
    <w:abstractNumId w:val="143"/>
  </w:num>
  <w:num w:numId="106">
    <w:abstractNumId w:val="104"/>
  </w:num>
  <w:num w:numId="107">
    <w:abstractNumId w:val="142"/>
  </w:num>
  <w:num w:numId="108">
    <w:abstractNumId w:val="2"/>
  </w:num>
  <w:num w:numId="109">
    <w:abstractNumId w:val="62"/>
  </w:num>
  <w:num w:numId="110">
    <w:abstractNumId w:val="93"/>
  </w:num>
  <w:num w:numId="111">
    <w:abstractNumId w:val="137"/>
  </w:num>
  <w:num w:numId="112">
    <w:abstractNumId w:val="55"/>
  </w:num>
  <w:num w:numId="113">
    <w:abstractNumId w:val="148"/>
  </w:num>
  <w:num w:numId="114">
    <w:abstractNumId w:val="63"/>
  </w:num>
  <w:num w:numId="115">
    <w:abstractNumId w:val="160"/>
  </w:num>
  <w:num w:numId="116">
    <w:abstractNumId w:val="75"/>
  </w:num>
  <w:num w:numId="117">
    <w:abstractNumId w:val="113"/>
  </w:num>
  <w:num w:numId="118">
    <w:abstractNumId w:val="165"/>
  </w:num>
  <w:num w:numId="119">
    <w:abstractNumId w:val="53"/>
  </w:num>
  <w:num w:numId="120">
    <w:abstractNumId w:val="106"/>
  </w:num>
  <w:num w:numId="121">
    <w:abstractNumId w:val="78"/>
  </w:num>
  <w:num w:numId="122">
    <w:abstractNumId w:val="40"/>
  </w:num>
  <w:num w:numId="123">
    <w:abstractNumId w:val="38"/>
  </w:num>
  <w:num w:numId="124">
    <w:abstractNumId w:val="99"/>
  </w:num>
  <w:num w:numId="125">
    <w:abstractNumId w:val="82"/>
  </w:num>
  <w:num w:numId="126">
    <w:abstractNumId w:val="59"/>
  </w:num>
  <w:num w:numId="127">
    <w:abstractNumId w:val="84"/>
  </w:num>
  <w:num w:numId="128">
    <w:abstractNumId w:val="37"/>
  </w:num>
  <w:num w:numId="129">
    <w:abstractNumId w:val="73"/>
  </w:num>
  <w:num w:numId="130">
    <w:abstractNumId w:val="36"/>
  </w:num>
  <w:num w:numId="131">
    <w:abstractNumId w:val="79"/>
  </w:num>
  <w:num w:numId="132">
    <w:abstractNumId w:val="115"/>
  </w:num>
  <w:num w:numId="133">
    <w:abstractNumId w:val="162"/>
  </w:num>
  <w:num w:numId="134">
    <w:abstractNumId w:val="167"/>
  </w:num>
  <w:num w:numId="135">
    <w:abstractNumId w:val="56"/>
  </w:num>
  <w:num w:numId="136">
    <w:abstractNumId w:val="94"/>
  </w:num>
  <w:num w:numId="137">
    <w:abstractNumId w:val="29"/>
  </w:num>
  <w:num w:numId="138">
    <w:abstractNumId w:val="39"/>
  </w:num>
  <w:num w:numId="139">
    <w:abstractNumId w:val="120"/>
  </w:num>
  <w:num w:numId="140">
    <w:abstractNumId w:val="155"/>
  </w:num>
  <w:num w:numId="141">
    <w:abstractNumId w:val="26"/>
  </w:num>
  <w:num w:numId="142">
    <w:abstractNumId w:val="69"/>
  </w:num>
  <w:num w:numId="143">
    <w:abstractNumId w:val="92"/>
  </w:num>
  <w:num w:numId="144">
    <w:abstractNumId w:val="10"/>
  </w:num>
  <w:num w:numId="145">
    <w:abstractNumId w:val="157"/>
  </w:num>
  <w:num w:numId="146">
    <w:abstractNumId w:val="151"/>
  </w:num>
  <w:num w:numId="147">
    <w:abstractNumId w:val="16"/>
  </w:num>
  <w:num w:numId="148">
    <w:abstractNumId w:val="152"/>
  </w:num>
  <w:num w:numId="149">
    <w:abstractNumId w:val="13"/>
  </w:num>
  <w:num w:numId="150">
    <w:abstractNumId w:val="74"/>
  </w:num>
  <w:num w:numId="151">
    <w:abstractNumId w:val="136"/>
  </w:num>
  <w:num w:numId="152">
    <w:abstractNumId w:val="127"/>
  </w:num>
  <w:num w:numId="153">
    <w:abstractNumId w:val="7"/>
  </w:num>
  <w:num w:numId="154">
    <w:abstractNumId w:val="140"/>
  </w:num>
  <w:num w:numId="155">
    <w:abstractNumId w:val="161"/>
  </w:num>
  <w:num w:numId="156">
    <w:abstractNumId w:val="71"/>
  </w:num>
  <w:num w:numId="157">
    <w:abstractNumId w:val="1"/>
  </w:num>
  <w:num w:numId="158">
    <w:abstractNumId w:val="66"/>
  </w:num>
  <w:num w:numId="159">
    <w:abstractNumId w:val="108"/>
  </w:num>
  <w:num w:numId="160">
    <w:abstractNumId w:val="124"/>
  </w:num>
  <w:num w:numId="161">
    <w:abstractNumId w:val="80"/>
  </w:num>
  <w:num w:numId="162">
    <w:abstractNumId w:val="110"/>
  </w:num>
  <w:num w:numId="163">
    <w:abstractNumId w:val="86"/>
  </w:num>
  <w:num w:numId="164">
    <w:abstractNumId w:val="64"/>
  </w:num>
  <w:num w:numId="165">
    <w:abstractNumId w:val="6"/>
  </w:num>
  <w:num w:numId="166">
    <w:abstractNumId w:val="128"/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75"/>
    <w:rsid w:val="00010C08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4956"/>
    <w:rsid w:val="00080ECB"/>
    <w:rsid w:val="00082C4F"/>
    <w:rsid w:val="0008489A"/>
    <w:rsid w:val="00085279"/>
    <w:rsid w:val="000856D6"/>
    <w:rsid w:val="0008784C"/>
    <w:rsid w:val="00087D42"/>
    <w:rsid w:val="000906C4"/>
    <w:rsid w:val="00091D9B"/>
    <w:rsid w:val="000968D8"/>
    <w:rsid w:val="000A0D6D"/>
    <w:rsid w:val="000B0537"/>
    <w:rsid w:val="000B2BAA"/>
    <w:rsid w:val="000B6E2F"/>
    <w:rsid w:val="000C05A9"/>
    <w:rsid w:val="000C5096"/>
    <w:rsid w:val="000C56DF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25F0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32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7C3B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1A4"/>
    <w:rsid w:val="00332321"/>
    <w:rsid w:val="00332BC3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A8F"/>
    <w:rsid w:val="00372DFB"/>
    <w:rsid w:val="00377498"/>
    <w:rsid w:val="0038193F"/>
    <w:rsid w:val="00386A34"/>
    <w:rsid w:val="00387C5F"/>
    <w:rsid w:val="00395B3E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0B5"/>
    <w:rsid w:val="003C718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32F8"/>
    <w:rsid w:val="0046407E"/>
    <w:rsid w:val="00465DD7"/>
    <w:rsid w:val="0046734F"/>
    <w:rsid w:val="00470465"/>
    <w:rsid w:val="004722D2"/>
    <w:rsid w:val="004749A7"/>
    <w:rsid w:val="00482921"/>
    <w:rsid w:val="00490896"/>
    <w:rsid w:val="0049682C"/>
    <w:rsid w:val="004A01AB"/>
    <w:rsid w:val="004A1AC8"/>
    <w:rsid w:val="004A3B8D"/>
    <w:rsid w:val="004A6C3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160C"/>
    <w:rsid w:val="004E23E7"/>
    <w:rsid w:val="004E6329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1937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5F7963"/>
    <w:rsid w:val="0060132F"/>
    <w:rsid w:val="00613C32"/>
    <w:rsid w:val="00614378"/>
    <w:rsid w:val="00616385"/>
    <w:rsid w:val="00625A5D"/>
    <w:rsid w:val="00627BEE"/>
    <w:rsid w:val="00627BF1"/>
    <w:rsid w:val="00633F0B"/>
    <w:rsid w:val="00636FA5"/>
    <w:rsid w:val="006410D2"/>
    <w:rsid w:val="00645D4A"/>
    <w:rsid w:val="0064768B"/>
    <w:rsid w:val="00656FF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09B2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227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673E"/>
    <w:rsid w:val="00717A24"/>
    <w:rsid w:val="007206B2"/>
    <w:rsid w:val="00722568"/>
    <w:rsid w:val="00725B50"/>
    <w:rsid w:val="0072704A"/>
    <w:rsid w:val="007270CA"/>
    <w:rsid w:val="007273C9"/>
    <w:rsid w:val="00731C6C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4E52"/>
    <w:rsid w:val="007755BC"/>
    <w:rsid w:val="0077632A"/>
    <w:rsid w:val="007773AA"/>
    <w:rsid w:val="00782399"/>
    <w:rsid w:val="00784420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49E2"/>
    <w:rsid w:val="0081230F"/>
    <w:rsid w:val="008173E1"/>
    <w:rsid w:val="00823BF5"/>
    <w:rsid w:val="00825901"/>
    <w:rsid w:val="00827691"/>
    <w:rsid w:val="008334A5"/>
    <w:rsid w:val="00835676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15A4"/>
    <w:rsid w:val="00863355"/>
    <w:rsid w:val="00867530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C66A7"/>
    <w:rsid w:val="008C70D7"/>
    <w:rsid w:val="008C7506"/>
    <w:rsid w:val="008D06C2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38E3"/>
    <w:rsid w:val="00934762"/>
    <w:rsid w:val="00937D6B"/>
    <w:rsid w:val="00937FEE"/>
    <w:rsid w:val="009413E9"/>
    <w:rsid w:val="00943895"/>
    <w:rsid w:val="00945B6A"/>
    <w:rsid w:val="00946241"/>
    <w:rsid w:val="009468E0"/>
    <w:rsid w:val="00946D7A"/>
    <w:rsid w:val="00951BB6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5ABD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44120"/>
    <w:rsid w:val="00A52944"/>
    <w:rsid w:val="00A57C86"/>
    <w:rsid w:val="00A63D80"/>
    <w:rsid w:val="00A662D9"/>
    <w:rsid w:val="00A83CA9"/>
    <w:rsid w:val="00A878B4"/>
    <w:rsid w:val="00A9339A"/>
    <w:rsid w:val="00A93BB8"/>
    <w:rsid w:val="00A95269"/>
    <w:rsid w:val="00AA51BF"/>
    <w:rsid w:val="00AB2BC3"/>
    <w:rsid w:val="00AB5442"/>
    <w:rsid w:val="00AB6B1C"/>
    <w:rsid w:val="00AB7E24"/>
    <w:rsid w:val="00AD3FD3"/>
    <w:rsid w:val="00AD737B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2317A"/>
    <w:rsid w:val="00B24C6B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CA3"/>
    <w:rsid w:val="00B81E15"/>
    <w:rsid w:val="00B82D88"/>
    <w:rsid w:val="00B857DE"/>
    <w:rsid w:val="00B85A56"/>
    <w:rsid w:val="00B91CF9"/>
    <w:rsid w:val="00B94AE3"/>
    <w:rsid w:val="00BA3E36"/>
    <w:rsid w:val="00BA4C69"/>
    <w:rsid w:val="00BA5457"/>
    <w:rsid w:val="00BA5475"/>
    <w:rsid w:val="00BA5A14"/>
    <w:rsid w:val="00BB041F"/>
    <w:rsid w:val="00BB0B0B"/>
    <w:rsid w:val="00BB40D8"/>
    <w:rsid w:val="00BB48A2"/>
    <w:rsid w:val="00BC33F0"/>
    <w:rsid w:val="00BC3852"/>
    <w:rsid w:val="00BC3EC9"/>
    <w:rsid w:val="00BC5199"/>
    <w:rsid w:val="00BC593F"/>
    <w:rsid w:val="00BC684A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4646F"/>
    <w:rsid w:val="00C50EBA"/>
    <w:rsid w:val="00C50F1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75FD"/>
    <w:rsid w:val="00D17B47"/>
    <w:rsid w:val="00D21B7B"/>
    <w:rsid w:val="00D258A4"/>
    <w:rsid w:val="00D339E4"/>
    <w:rsid w:val="00D33AB4"/>
    <w:rsid w:val="00D41F86"/>
    <w:rsid w:val="00D510CB"/>
    <w:rsid w:val="00D53B47"/>
    <w:rsid w:val="00D54BE5"/>
    <w:rsid w:val="00D55B0B"/>
    <w:rsid w:val="00D569BC"/>
    <w:rsid w:val="00D60C4F"/>
    <w:rsid w:val="00D624E3"/>
    <w:rsid w:val="00D639CE"/>
    <w:rsid w:val="00D6462F"/>
    <w:rsid w:val="00D71CE5"/>
    <w:rsid w:val="00D73C0F"/>
    <w:rsid w:val="00D77B63"/>
    <w:rsid w:val="00D94929"/>
    <w:rsid w:val="00D95252"/>
    <w:rsid w:val="00DA11AB"/>
    <w:rsid w:val="00DA2CDB"/>
    <w:rsid w:val="00DA383A"/>
    <w:rsid w:val="00DA3AB2"/>
    <w:rsid w:val="00DA477F"/>
    <w:rsid w:val="00DA752A"/>
    <w:rsid w:val="00DA7F12"/>
    <w:rsid w:val="00DB1195"/>
    <w:rsid w:val="00DB1BA3"/>
    <w:rsid w:val="00DB2916"/>
    <w:rsid w:val="00DC4A8B"/>
    <w:rsid w:val="00DC4D89"/>
    <w:rsid w:val="00DC5B4A"/>
    <w:rsid w:val="00DD0B16"/>
    <w:rsid w:val="00DD1C74"/>
    <w:rsid w:val="00DD21B7"/>
    <w:rsid w:val="00DD5B3A"/>
    <w:rsid w:val="00DE4ABC"/>
    <w:rsid w:val="00DE7FB7"/>
    <w:rsid w:val="00DF002A"/>
    <w:rsid w:val="00DF0AA9"/>
    <w:rsid w:val="00DF14FD"/>
    <w:rsid w:val="00DF2A04"/>
    <w:rsid w:val="00DF532F"/>
    <w:rsid w:val="00DF5B90"/>
    <w:rsid w:val="00E00922"/>
    <w:rsid w:val="00E009BF"/>
    <w:rsid w:val="00E01DAD"/>
    <w:rsid w:val="00E12001"/>
    <w:rsid w:val="00E16CE2"/>
    <w:rsid w:val="00E220B9"/>
    <w:rsid w:val="00E2723F"/>
    <w:rsid w:val="00E317B8"/>
    <w:rsid w:val="00E3187E"/>
    <w:rsid w:val="00E44FDC"/>
    <w:rsid w:val="00E54CF6"/>
    <w:rsid w:val="00E62062"/>
    <w:rsid w:val="00E63AFD"/>
    <w:rsid w:val="00E66CAB"/>
    <w:rsid w:val="00E710C6"/>
    <w:rsid w:val="00E72983"/>
    <w:rsid w:val="00E72AFE"/>
    <w:rsid w:val="00E740EC"/>
    <w:rsid w:val="00E74124"/>
    <w:rsid w:val="00E743C0"/>
    <w:rsid w:val="00E76925"/>
    <w:rsid w:val="00E76C07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686E"/>
    <w:rsid w:val="00EF3BAE"/>
    <w:rsid w:val="00EF3D3A"/>
    <w:rsid w:val="00EF66A6"/>
    <w:rsid w:val="00F016AC"/>
    <w:rsid w:val="00F01EAD"/>
    <w:rsid w:val="00F02DC4"/>
    <w:rsid w:val="00F03115"/>
    <w:rsid w:val="00F06710"/>
    <w:rsid w:val="00F13627"/>
    <w:rsid w:val="00F17141"/>
    <w:rsid w:val="00F17C4D"/>
    <w:rsid w:val="00F30927"/>
    <w:rsid w:val="00F345AA"/>
    <w:rsid w:val="00F34C2A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B3E654-713A-450E-BA59-9FCF59B3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17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16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,Akapit z listą BS,Bulleted list,Odstavec,Podsis rysunku,sw tekst,normalny tekst,Kolorowa lista — akcent 11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9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9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,Akapit z listą BS Znak,Bulleted list Znak,Odstavec Znak,Podsis rysunku Znak,sw tekst Znak,normalny tekst Znak,Kolorowa lista — akcent 11 Znak"/>
    <w:link w:val="Akapitzlist"/>
    <w:uiPriority w:val="34"/>
    <w:qFormat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08E1A8-B63E-49D8-B743-85D005498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107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Wykaz robót</vt:lpstr>
      <vt:lpstr>Szablon pisma eP</vt:lpstr>
    </vt:vector>
  </TitlesOfParts>
  <Company>IAS w Kielcach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>Wykonanie sieci LAN</dc:subject>
  <dc:creator>Bryk Ewa</dc:creator>
  <cp:lastModifiedBy>Bryk Ewa</cp:lastModifiedBy>
  <cp:revision>37</cp:revision>
  <cp:lastPrinted>2020-07-22T10:49:00Z</cp:lastPrinted>
  <dcterms:created xsi:type="dcterms:W3CDTF">2017-05-18T10:27:00Z</dcterms:created>
  <dcterms:modified xsi:type="dcterms:W3CDTF">2020-07-22T10:49:00Z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2601-ILZ.260.2.2020.2</vt:lpwstr>
  </property>
  <property fmtid="{D5CDD505-2E9C-101B-9397-08002B2CF9AE}" pid="4" name="UNPPisma">
    <vt:lpwstr>2601-20-006409</vt:lpwstr>
  </property>
  <property fmtid="{D5CDD505-2E9C-101B-9397-08002B2CF9AE}" pid="5" name="ZnakSprawy">
    <vt:lpwstr>2601-ILZ.260.2.2020</vt:lpwstr>
  </property>
  <property fmtid="{D5CDD505-2E9C-101B-9397-08002B2CF9AE}" pid="6" name="ZnakSprawy2">
    <vt:lpwstr>Znak sprawy: 2601-ILZ.260.2.2020</vt:lpwstr>
  </property>
  <property fmtid="{D5CDD505-2E9C-101B-9397-08002B2CF9AE}" pid="7" name="AktualnaDataSlownie">
    <vt:lpwstr>11 lutego 2020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Starszy inspektor</vt:lpwstr>
  </property>
  <property fmtid="{D5CDD505-2E9C-101B-9397-08002B2CF9AE}" pid="14" name="OpisPisma">
    <vt:lpwstr>SIWZ z załącznikami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2020-02-11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KodKreskowy">
    <vt:lpwstr/>
  </property>
  <property fmtid="{D5CDD505-2E9C-101B-9397-08002B2CF9AE}" pid="57" name="TrescPisma">
    <vt:lpwstr/>
  </property>
</Properties>
</file>